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</w:t>
      </w:r>
      <w:bookmarkStart w:id="0" w:name="_GoBack"/>
      <w:bookmarkEnd w:id="0"/>
      <w:r w:rsidR="001D47FD">
        <w:rPr>
          <w:rFonts w:ascii="Univers Condensed" w:hAnsi="Univers Condensed"/>
          <w:b/>
          <w:sz w:val="45"/>
          <w:lang w:val="it-IT"/>
        </w:rPr>
        <w:t>a</w:t>
      </w:r>
    </w:p>
    <w:p w:rsidR="000C1EB8" w:rsidRPr="00F834DE" w:rsidRDefault="00E578F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A441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DA5A53">
        <w:rPr>
          <w:rFonts w:ascii="Arial Narrow" w:hAnsi="Arial Narrow"/>
          <w:sz w:val="22"/>
          <w:lang w:val="de-DE"/>
        </w:rPr>
        <w:t>05</w:t>
      </w:r>
      <w:r w:rsidR="007A4410">
        <w:rPr>
          <w:rFonts w:ascii="Arial Narrow" w:hAnsi="Arial Narrow"/>
          <w:sz w:val="22"/>
          <w:lang w:val="de-DE"/>
        </w:rPr>
        <w:t>.06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9C5299" w:rsidRDefault="009C5299" w:rsidP="009C529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Ankündigungen</w:t>
      </w:r>
    </w:p>
    <w:p w:rsidR="00E578FE" w:rsidRDefault="00E578FE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aus dem Senat</w:t>
      </w:r>
    </w:p>
    <w:p w:rsidR="00E578FE" w:rsidRDefault="00E578FE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Bericht aus dem </w:t>
      </w:r>
      <w:proofErr w:type="spellStart"/>
      <w:r>
        <w:rPr>
          <w:rFonts w:ascii="Arial Narrow" w:hAnsi="Arial Narrow"/>
          <w:sz w:val="22"/>
          <w:lang w:val="de-DE"/>
        </w:rPr>
        <w:t>StuRa</w:t>
      </w:r>
      <w:proofErr w:type="spellEnd"/>
    </w:p>
    <w:p w:rsidR="007A4410" w:rsidRDefault="007A44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Autobiografischer Vortrag (Helena)</w:t>
      </w:r>
    </w:p>
    <w:p w:rsidR="007A4410" w:rsidRDefault="007A44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Erste-Hilfe-Kurs (Helena)</w:t>
      </w:r>
    </w:p>
    <w:p w:rsidR="0035429C" w:rsidRDefault="0035429C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Wahlhinweise (Tim)</w:t>
      </w:r>
    </w:p>
    <w:p w:rsidR="009C5299" w:rsidRDefault="009C5299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der Grünen (Alex)</w:t>
      </w:r>
    </w:p>
    <w:p w:rsidR="009C5299" w:rsidRDefault="009C5299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Belange der Studierende (Alex)</w:t>
      </w:r>
    </w:p>
    <w:p w:rsidR="009C5299" w:rsidRDefault="009C5299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WM-Party (Sandra/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775B28" w:rsidRDefault="00775B28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Hochdruckreiniger (Fleig)</w:t>
      </w: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22FC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5429C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75B28"/>
    <w:rsid w:val="00784186"/>
    <w:rsid w:val="007A4410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C5299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A5A53"/>
    <w:rsid w:val="00DD1790"/>
    <w:rsid w:val="00DE1988"/>
    <w:rsid w:val="00DE1F6C"/>
    <w:rsid w:val="00DE2509"/>
    <w:rsid w:val="00E06528"/>
    <w:rsid w:val="00E1673A"/>
    <w:rsid w:val="00E1764A"/>
    <w:rsid w:val="00E206F4"/>
    <w:rsid w:val="00E22FC0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Phillipp Fleig</cp:lastModifiedBy>
  <cp:revision>6</cp:revision>
  <cp:lastPrinted>2018-06-05T10:59:00Z</cp:lastPrinted>
  <dcterms:created xsi:type="dcterms:W3CDTF">2018-06-04T14:32:00Z</dcterms:created>
  <dcterms:modified xsi:type="dcterms:W3CDTF">2018-06-05T11:54:00Z</dcterms:modified>
</cp:coreProperties>
</file>